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DC2D7A1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="005F06B4">
        <w:t>ve výběrovém řízení na uzavření Rámcové dohody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58378135"/>
      <w:bookmarkStart w:id="1" w:name="_Toc403053768"/>
      <w:r w:rsidR="00475478" w:rsidRPr="00475478">
        <w:rPr>
          <w:rFonts w:ascii="Verdana" w:eastAsia="Times New Roman" w:hAnsi="Verdana" w:cs="Times New Roman"/>
          <w:b/>
          <w:lang w:eastAsia="cs-CZ"/>
        </w:rPr>
        <w:t>„</w:t>
      </w:r>
      <w:bookmarkEnd w:id="1"/>
      <w:r w:rsidR="00475478" w:rsidRPr="00475478">
        <w:rPr>
          <w:rFonts w:ascii="Verdana" w:eastAsia="Times New Roman" w:hAnsi="Verdana" w:cs="Times New Roman"/>
          <w:b/>
          <w:lang w:eastAsia="cs-CZ"/>
        </w:rPr>
        <w:t xml:space="preserve">Motorová nafta pro OŘ Ostrava 2025-2027“ </w:t>
      </w:r>
      <w:r w:rsidR="00475478" w:rsidRPr="00475478">
        <w:rPr>
          <w:rFonts w:ascii="Verdana" w:eastAsia="Times New Roman" w:hAnsi="Verdana" w:cs="Times New Roman"/>
          <w:lang w:eastAsia="cs-CZ"/>
        </w:rPr>
        <w:t>č.j. 39711/2025-SŽ-OŘ OVA-NPI</w:t>
      </w:r>
      <w:r w:rsidR="00475478" w:rsidRPr="004E3BAD">
        <w:rPr>
          <w:rFonts w:ascii="Verdana" w:hAnsi="Verdana"/>
        </w:rPr>
        <w:t xml:space="preserve"> </w:t>
      </w:r>
      <w:r w:rsidR="00335148" w:rsidRPr="004E3BAD">
        <w:rPr>
          <w:rFonts w:ascii="Verdana" w:hAnsi="Verdana"/>
        </w:rPr>
        <w:t>(č.j. dokumentu Výzvy k podání nabídek)</w:t>
      </w:r>
      <w:bookmarkEnd w:id="0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475478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475478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475478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8B6E8" w14:textId="1056DFBD" w:rsidR="00475478" w:rsidRDefault="004754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423542F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1344672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641110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75478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06B4"/>
    <w:rsid w:val="005F1404"/>
    <w:rsid w:val="005F7C37"/>
    <w:rsid w:val="0061068E"/>
    <w:rsid w:val="00641110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C2087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8C2087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80</TotalTime>
  <Pages>2</Pages>
  <Words>475</Words>
  <Characters>2806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12</cp:revision>
  <cp:lastPrinted>2017-11-28T17:18:00Z</cp:lastPrinted>
  <dcterms:created xsi:type="dcterms:W3CDTF">2023-11-16T10:29:00Z</dcterms:created>
  <dcterms:modified xsi:type="dcterms:W3CDTF">2025-10-15T11:18:00Z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